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AB" w:rsidRDefault="00D852AB" w:rsidP="00C30CDB">
      <w:pPr>
        <w:jc w:val="center"/>
        <w:rPr>
          <w:b/>
          <w:sz w:val="32"/>
        </w:rPr>
      </w:pPr>
      <w:bookmarkStart w:id="0" w:name="max"/>
    </w:p>
    <w:bookmarkEnd w:id="0"/>
    <w:p w:rsidR="00D852AB" w:rsidRDefault="00D852AB" w:rsidP="001C5837">
      <w:pPr>
        <w:jc w:val="center"/>
        <w:rPr>
          <w:b/>
          <w:sz w:val="32"/>
        </w:rPr>
      </w:pPr>
      <w:r w:rsidRPr="00144663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1in">
            <v:imagedata r:id="rId7" o:title=""/>
          </v:shape>
        </w:pict>
      </w:r>
    </w:p>
    <w:p w:rsidR="00D852AB" w:rsidRDefault="00D852AB" w:rsidP="0038239A">
      <w:pPr>
        <w:pStyle w:val="Heading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DRC</w:t>
      </w:r>
      <w:r w:rsidRPr="008F089E">
        <w:rPr>
          <w:sz w:val="28"/>
          <w:szCs w:val="28"/>
        </w:rPr>
        <w:t xml:space="preserve"> CHECKLIST AND INITIAL RELEASE FORM</w:t>
      </w:r>
    </w:p>
    <w:p w:rsidR="00D852AB" w:rsidRPr="001C5837" w:rsidRDefault="00D852AB" w:rsidP="001C5837"/>
    <w:p w:rsidR="00D852AB" w:rsidRPr="008F089E" w:rsidRDefault="00D852AB">
      <w:pPr>
        <w:pStyle w:val="Heading2"/>
        <w:rPr>
          <w:sz w:val="24"/>
          <w:szCs w:val="24"/>
        </w:rPr>
      </w:pPr>
      <w:r w:rsidRPr="008F089E">
        <w:rPr>
          <w:sz w:val="24"/>
          <w:szCs w:val="24"/>
        </w:rPr>
        <w:t>Job Name:</w:t>
      </w:r>
      <w:bookmarkStart w:id="1" w:name="Text1"/>
      <w:r w:rsidRPr="008F089E">
        <w:rPr>
          <w:sz w:val="24"/>
          <w:szCs w:val="24"/>
        </w:rPr>
        <w:t xml:space="preserve"> </w:t>
      </w:r>
      <w:bookmarkEnd w:id="1"/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MAX5992A Evaluation Kit"/>
              <w:format w:val="FIRST CAPITAL"/>
            </w:textInput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MAX5992A Evaluation Kit</w:t>
      </w:r>
      <w:r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F089E">
        <w:rPr>
          <w:sz w:val="24"/>
          <w:szCs w:val="24"/>
        </w:rPr>
        <w:t xml:space="preserve">Rev: </w:t>
      </w:r>
      <w:bookmarkStart w:id="2" w:name="Dropdown1"/>
      <w:r>
        <w:rPr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P2"/>
              <w:listEntry w:val="_"/>
              <w:listEntry w:val="P1"/>
              <w:listEntry w:val="P3"/>
              <w:listEntry w:val="P4"/>
              <w:listEntry w:val="P5"/>
              <w:listEntry w:val="A"/>
              <w:listEntry w:val="B"/>
              <w:listEntry w:val="C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bookmarkEnd w:id="2"/>
    </w:p>
    <w:p w:rsidR="00D852AB" w:rsidRPr="008F089E" w:rsidRDefault="00D852AB">
      <w:pPr>
        <w:rPr>
          <w:b/>
          <w:sz w:val="24"/>
          <w:szCs w:val="24"/>
        </w:rPr>
      </w:pPr>
    </w:p>
    <w:p w:rsidR="00D852AB" w:rsidRDefault="00D852AB">
      <w:pPr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 xml:space="preserve">Evkit Engineer: 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Sami Sirhan"/>
              <w:listEntry w:val="_"/>
              <w:listEntry w:val="Anthony Sarcos"/>
              <w:listEntry w:val="Oscar Buenaventura"/>
              <w:listEntry w:val="Bill Quach"/>
              <w:listEntry w:val="Phill Leyva"/>
              <w:listEntry w:val="Ted Salazar"/>
              <w:listEntry w:val="Mark Underwood"/>
              <w:listEntry w:val="Gordon Lee"/>
              <w:listEntry w:val="Mulong Gao"/>
              <w:listEntry w:val="John Aromin"/>
              <w:listEntry w:val="Peter Haddad"/>
              <w:listEntry w:val="Sachin Mahajan"/>
              <w:listEntry w:val="Mike Mitchell"/>
              <w:listEntry w:val="Dipankar Mitra"/>
              <w:listEntry w:val="Dilip Jain"/>
              <w:listEntry w:val="Shasta Thomas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C3126">
        <w:rPr>
          <w:b/>
          <w:sz w:val="24"/>
        </w:rPr>
        <w:t>Date:</w:t>
      </w:r>
      <w:r>
        <w:rPr>
          <w:sz w:val="24"/>
        </w:rPr>
        <w:t xml:space="preserve"> </w:t>
      </w:r>
      <w:bookmarkStart w:id="3" w:name="Text2"/>
      <w:r>
        <w:rPr>
          <w:b/>
          <w:sz w:val="24"/>
          <w:u w:val="single"/>
        </w:rPr>
        <w:fldChar w:fldCharType="begin">
          <w:ffData>
            <w:name w:val="Text2"/>
            <w:enabled/>
            <w:calcOnExit w:val="0"/>
            <w:textInput>
              <w:type w:val="date"/>
              <w:default w:val="10/17/2012"/>
              <w:format w:val="M/d/yyyy"/>
            </w:textInput>
          </w:ffData>
        </w:fldChar>
      </w:r>
      <w:r>
        <w:rPr>
          <w:b/>
          <w:sz w:val="24"/>
          <w:u w:val="single"/>
        </w:rPr>
        <w:instrText xml:space="preserve"> FORMTEXT </w:instrText>
      </w:r>
      <w:r>
        <w:rPr>
          <w:b/>
          <w:sz w:val="24"/>
          <w:u w:val="single"/>
        </w:rPr>
      </w:r>
      <w:r>
        <w:rPr>
          <w:b/>
          <w:sz w:val="24"/>
          <w:u w:val="single"/>
        </w:rPr>
        <w:fldChar w:fldCharType="separate"/>
      </w:r>
      <w:r>
        <w:rPr>
          <w:b/>
          <w:noProof/>
          <w:sz w:val="24"/>
          <w:u w:val="single"/>
        </w:rPr>
        <w:t>10/17/2012</w:t>
      </w:r>
      <w:r>
        <w:rPr>
          <w:b/>
          <w:sz w:val="24"/>
          <w:u w:val="single"/>
        </w:rPr>
        <w:fldChar w:fldCharType="end"/>
      </w:r>
      <w:bookmarkEnd w:id="3"/>
    </w:p>
    <w:p w:rsidR="00D852AB" w:rsidRDefault="00D852AB">
      <w:pPr>
        <w:rPr>
          <w:b/>
          <w:sz w:val="24"/>
          <w:szCs w:val="24"/>
        </w:rPr>
      </w:pPr>
    </w:p>
    <w:p w:rsidR="00D852AB" w:rsidRDefault="00D852AB">
      <w:pPr>
        <w:rPr>
          <w:b/>
          <w:sz w:val="24"/>
          <w:szCs w:val="24"/>
        </w:rPr>
      </w:pPr>
    </w:p>
    <w:p w:rsidR="00D852AB" w:rsidRPr="005C3126" w:rsidRDefault="00D852AB" w:rsidP="005C3126">
      <w:pPr>
        <w:rPr>
          <w:b/>
          <w:sz w:val="24"/>
          <w:szCs w:val="24"/>
          <w:u w:val="single"/>
        </w:rPr>
      </w:pPr>
      <w:r w:rsidRPr="005C3126">
        <w:rPr>
          <w:b/>
          <w:sz w:val="24"/>
          <w:szCs w:val="24"/>
          <w:u w:val="single"/>
        </w:rPr>
        <w:t>SCHEMATIC CHECKLIST</w:t>
      </w:r>
    </w:p>
    <w:p w:rsidR="00D852AB" w:rsidRPr="008F089E" w:rsidRDefault="00D852AB">
      <w:pPr>
        <w:rPr>
          <w:b/>
          <w:sz w:val="24"/>
          <w:szCs w:val="24"/>
        </w:rPr>
      </w:pP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ab/>
        <w:t>Engineer’s schematic _________________________________</w:t>
      </w:r>
      <w:bookmarkStart w:id="4" w:name="Check1"/>
      <w:r w:rsidRPr="008F089E">
        <w:rPr>
          <w:b/>
          <w:sz w:val="24"/>
          <w:szCs w:val="24"/>
        </w:rPr>
        <w:tab/>
      </w:r>
      <w:bookmarkEnd w:id="4"/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 w:rsidP="00C30CDB">
      <w:pPr>
        <w:pStyle w:val="Heading3"/>
        <w:rPr>
          <w:sz w:val="24"/>
          <w:szCs w:val="24"/>
        </w:rPr>
      </w:pPr>
      <w:r w:rsidRPr="008F089E">
        <w:rPr>
          <w:sz w:val="24"/>
          <w:szCs w:val="24"/>
        </w:rPr>
        <w:t>Parts list complete ____________________________________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D852AB" w:rsidRPr="008F089E" w:rsidRDefault="00D852AB" w:rsidP="00C30CDB">
      <w:pPr>
        <w:pStyle w:val="Heading3"/>
        <w:rPr>
          <w:sz w:val="24"/>
          <w:szCs w:val="24"/>
        </w:rPr>
      </w:pPr>
      <w:r w:rsidRPr="008F089E">
        <w:rPr>
          <w:sz w:val="24"/>
          <w:szCs w:val="24"/>
        </w:rPr>
        <w:t>Package footprints identified 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D852AB" w:rsidRPr="008F089E" w:rsidRDefault="00D852AB">
      <w:pPr>
        <w:spacing w:line="360" w:lineRule="auto"/>
        <w:ind w:firstLine="720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Mechanical specs for non-standard</w:t>
      </w:r>
      <w:r w:rsidRPr="008F089E">
        <w:rPr>
          <w:b/>
          <w:sz w:val="24"/>
          <w:szCs w:val="24"/>
        </w:rPr>
        <w:tab/>
        <w:t xml:space="preserve"> 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pStyle w:val="Heading3"/>
        <w:spacing w:line="480" w:lineRule="auto"/>
        <w:rPr>
          <w:sz w:val="24"/>
          <w:szCs w:val="24"/>
        </w:rPr>
      </w:pPr>
      <w:r w:rsidRPr="008F089E">
        <w:rPr>
          <w:sz w:val="24"/>
          <w:szCs w:val="24"/>
        </w:rPr>
        <w:t>Critical or high-current traces identified 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D852AB" w:rsidRPr="008F089E" w:rsidRDefault="00D852AB">
      <w:pPr>
        <w:pStyle w:val="Heading4"/>
        <w:spacing w:line="360" w:lineRule="auto"/>
        <w:rPr>
          <w:szCs w:val="24"/>
        </w:rPr>
      </w:pPr>
      <w:r w:rsidRPr="008F089E">
        <w:rPr>
          <w:szCs w:val="24"/>
        </w:rPr>
        <w:t>Job folder created  __________________________________________</w:t>
      </w:r>
      <w:r w:rsidRPr="008F089E">
        <w:rPr>
          <w:szCs w:val="24"/>
        </w:rPr>
        <w:tab/>
      </w:r>
      <w:r w:rsidRPr="008F089E">
        <w:rPr>
          <w:szCs w:val="24"/>
        </w:rPr>
        <w:tab/>
        <w:t>[</w:t>
      </w:r>
      <w:r>
        <w:rPr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Cs w:val="24"/>
        </w:rPr>
        <w:instrText xml:space="preserve"> FORMDROPDOWN </w:instrText>
      </w:r>
      <w:r>
        <w:rPr>
          <w:szCs w:val="24"/>
        </w:rPr>
      </w:r>
      <w:r>
        <w:rPr>
          <w:szCs w:val="24"/>
        </w:rPr>
        <w:fldChar w:fldCharType="end"/>
      </w:r>
      <w:r w:rsidRPr="008F089E">
        <w:rPr>
          <w:szCs w:val="24"/>
        </w:rPr>
        <w:t>]</w:t>
      </w:r>
    </w:p>
    <w:p w:rsidR="00D852AB" w:rsidRPr="008F089E" w:rsidRDefault="00D852AB">
      <w:pPr>
        <w:pStyle w:val="Heading2"/>
        <w:spacing w:line="360" w:lineRule="auto"/>
        <w:rPr>
          <w:sz w:val="24"/>
          <w:szCs w:val="24"/>
        </w:rPr>
      </w:pPr>
      <w:r w:rsidRPr="008F089E">
        <w:rPr>
          <w:sz w:val="24"/>
          <w:szCs w:val="24"/>
        </w:rPr>
        <w:t>All components marked with value and size (if needed) 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components marked with a reference designation 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Pins labeled on all multi-pin components  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Component pin outs verified 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Polarized components marked 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 xml:space="preserve">Lower case k for resistor and u,p for capacitors. _________________      </w:t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text legible ______________________________________________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No text is covered by lines or other text 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excess text removed ______________________________________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Excessive trace angles removed 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D852AB" w:rsidRPr="008F089E" w:rsidRDefault="00D852AB">
      <w:pPr>
        <w:pStyle w:val="Heading2"/>
        <w:spacing w:line="480" w:lineRule="auto"/>
        <w:rPr>
          <w:sz w:val="24"/>
          <w:szCs w:val="24"/>
        </w:rPr>
      </w:pPr>
      <w:r w:rsidRPr="008F089E">
        <w:rPr>
          <w:sz w:val="24"/>
          <w:szCs w:val="24"/>
        </w:rPr>
        <w:t>Job name, revision and data verified 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D852AB" w:rsidRDefault="00D852AB" w:rsidP="005C3126">
      <w:pPr>
        <w:rPr>
          <w:b/>
          <w:sz w:val="24"/>
          <w:szCs w:val="24"/>
          <w:u w:val="single"/>
        </w:rPr>
      </w:pPr>
    </w:p>
    <w:p w:rsidR="00D852AB" w:rsidRDefault="00D852AB" w:rsidP="005C3126">
      <w:pPr>
        <w:rPr>
          <w:b/>
          <w:sz w:val="24"/>
          <w:szCs w:val="24"/>
          <w:u w:val="single"/>
        </w:rPr>
      </w:pPr>
    </w:p>
    <w:p w:rsidR="00D852AB" w:rsidRPr="005836AD" w:rsidRDefault="00D852AB" w:rsidP="005C3126">
      <w:pPr>
        <w:rPr>
          <w:b/>
          <w:sz w:val="24"/>
          <w:szCs w:val="24"/>
          <w:u w:val="single"/>
        </w:rPr>
      </w:pPr>
      <w:r w:rsidRPr="005836AD">
        <w:rPr>
          <w:b/>
          <w:sz w:val="24"/>
          <w:szCs w:val="24"/>
          <w:u w:val="single"/>
        </w:rPr>
        <w:t>PRINTED CIRCUIT BOARD LAYOUT CHECKLIST</w:t>
      </w:r>
    </w:p>
    <w:p w:rsidR="00D852AB" w:rsidRPr="005836AD" w:rsidRDefault="00D852AB" w:rsidP="005C3126">
      <w:pPr>
        <w:rPr>
          <w:sz w:val="24"/>
          <w:szCs w:val="24"/>
        </w:rPr>
      </w:pPr>
      <w:r w:rsidRPr="005836AD">
        <w:rPr>
          <w:sz w:val="24"/>
          <w:szCs w:val="24"/>
        </w:rPr>
        <w:tab/>
      </w:r>
    </w:p>
    <w:p w:rsidR="00D852AB" w:rsidRPr="005836AD" w:rsidRDefault="00D852AB" w:rsidP="005836AD">
      <w:pPr>
        <w:pStyle w:val="Heading3"/>
        <w:ind w:firstLine="0"/>
        <w:rPr>
          <w:sz w:val="24"/>
          <w:szCs w:val="24"/>
        </w:rPr>
      </w:pPr>
      <w:r w:rsidRPr="005836AD">
        <w:rPr>
          <w:sz w:val="24"/>
          <w:szCs w:val="24"/>
        </w:rPr>
        <w:t>Component footprints verified (check with specification)________________</w:t>
      </w:r>
      <w:r w:rsidRPr="005836AD">
        <w:rPr>
          <w:sz w:val="24"/>
          <w:szCs w:val="24"/>
        </w:rPr>
        <w:tab/>
        <w:t>[</w:t>
      </w:r>
      <w:bookmarkStart w:id="5" w:name="Dropdown2"/>
      <w:r>
        <w:rPr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bookmarkEnd w:id="5"/>
      <w:r w:rsidRPr="005836AD">
        <w:rPr>
          <w:sz w:val="24"/>
          <w:szCs w:val="24"/>
        </w:rPr>
        <w:t>]</w:t>
      </w:r>
    </w:p>
    <w:p w:rsidR="00D852AB" w:rsidRPr="005836AD" w:rsidRDefault="00D852AB" w:rsidP="005C3126">
      <w:pPr>
        <w:rPr>
          <w:b/>
          <w:sz w:val="24"/>
          <w:szCs w:val="24"/>
        </w:rPr>
      </w:pPr>
      <w:r w:rsidRPr="005836AD">
        <w:rPr>
          <w:b/>
          <w:sz w:val="24"/>
          <w:szCs w:val="24"/>
        </w:rPr>
        <w:t>EVKE approves the component placement _________</w:t>
      </w:r>
      <w:r w:rsidRPr="005836AD">
        <w:rPr>
          <w:sz w:val="24"/>
          <w:szCs w:val="24"/>
        </w:rPr>
        <w:t xml:space="preserve"> </w:t>
      </w:r>
      <w:r w:rsidRPr="005836AD">
        <w:rPr>
          <w:b/>
          <w:sz w:val="24"/>
          <w:szCs w:val="24"/>
        </w:rPr>
        <w:t>[</w:t>
      </w:r>
      <w:r w:rsidRPr="00951E2B">
        <w:rPr>
          <w:b/>
          <w:sz w:val="24"/>
          <w:szCs w:val="24"/>
        </w:rPr>
        <w:object w:dxaOrig="1543" w:dyaOrig="998">
          <v:shape id="_x0000_i1026" type="#_x0000_t75" style="width:77.25pt;height:50.25pt" o:ole="">
            <v:imagedata r:id="rId8" o:title=""/>
          </v:shape>
          <o:OLEObject Type="Embed" ProgID="Package" ShapeID="_x0000_i1026" DrawAspect="Content" ObjectID="_1412569282" r:id="rId9"/>
        </w:object>
      </w:r>
      <w:r w:rsidRPr="005836AD">
        <w:rPr>
          <w:b/>
          <w:sz w:val="24"/>
          <w:szCs w:val="24"/>
        </w:rPr>
        <w:t>]</w:t>
      </w:r>
      <w:r w:rsidRPr="005836AD">
        <w:rPr>
          <w:sz w:val="24"/>
          <w:szCs w:val="24"/>
        </w:rPr>
        <w:t xml:space="preserve"> </w:t>
      </w:r>
      <w:r w:rsidRPr="005836AD">
        <w:rPr>
          <w:b/>
          <w:sz w:val="24"/>
          <w:szCs w:val="24"/>
        </w:rPr>
        <w:t>Date:</w:t>
      </w:r>
      <w:r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10/16/2012"/>
              <w:format w:val="M/d/yyyy"/>
            </w:textInput>
          </w:ffData>
        </w:fldChar>
      </w:r>
      <w:r>
        <w:rPr>
          <w:b/>
          <w:sz w:val="24"/>
          <w:szCs w:val="24"/>
          <w:u w:val="single"/>
        </w:rPr>
        <w:instrText xml:space="preserve"> FORMTEXT </w:instrText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  <w:fldChar w:fldCharType="separate"/>
      </w:r>
      <w:r>
        <w:rPr>
          <w:b/>
          <w:noProof/>
          <w:sz w:val="24"/>
          <w:szCs w:val="24"/>
          <w:u w:val="single"/>
        </w:rPr>
        <w:t>10/16/2012</w:t>
      </w:r>
      <w:r>
        <w:rPr>
          <w:b/>
          <w:sz w:val="24"/>
          <w:szCs w:val="24"/>
          <w:u w:val="single"/>
        </w:rPr>
        <w:fldChar w:fldCharType="end"/>
      </w:r>
    </w:p>
    <w:p w:rsidR="00D852AB" w:rsidRDefault="00D852AB" w:rsidP="005C3126">
      <w:pPr>
        <w:rPr>
          <w:b/>
          <w:sz w:val="28"/>
          <w:u w:val="single"/>
        </w:rPr>
      </w:pPr>
    </w:p>
    <w:p w:rsidR="00D852AB" w:rsidRDefault="00D852AB" w:rsidP="005C3126">
      <w:pPr>
        <w:rPr>
          <w:b/>
          <w:sz w:val="28"/>
          <w:u w:val="single"/>
        </w:rPr>
      </w:pPr>
    </w:p>
    <w:p w:rsidR="00D852AB" w:rsidRDefault="00D852AB" w:rsidP="005C3126">
      <w:pPr>
        <w:rPr>
          <w:b/>
          <w:sz w:val="28"/>
          <w:u w:val="single"/>
        </w:rPr>
      </w:pPr>
    </w:p>
    <w:p w:rsidR="00D852AB" w:rsidRPr="00437ECB" w:rsidRDefault="00D852AB" w:rsidP="005C3126">
      <w:p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  <w:u w:val="single"/>
        </w:rPr>
        <w:t>Perform Design Rule Check.</w:t>
      </w:r>
    </w:p>
    <w:p w:rsidR="00D852AB" w:rsidRPr="00437ECB" w:rsidRDefault="00D852AB" w:rsidP="005C3126">
      <w:pPr>
        <w:rPr>
          <w:b/>
          <w:sz w:val="24"/>
          <w:szCs w:val="24"/>
          <w:u w:val="single"/>
        </w:rPr>
      </w:pPr>
    </w:p>
    <w:p w:rsidR="00D852AB" w:rsidRPr="00437ECB" w:rsidRDefault="00D852AB" w:rsidP="005C3126">
      <w:pPr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  <w:u w:val="single"/>
        </w:rPr>
        <w:t>Check Footprint decal with bill of material</w:t>
      </w:r>
      <w:r w:rsidRPr="00437ECB">
        <w:rPr>
          <w:b/>
          <w:sz w:val="24"/>
          <w:szCs w:val="24"/>
        </w:rPr>
        <w:t xml:space="preserve"> ___________________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>Special board house require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 xml:space="preserve">Check main IC (U1) footprint with IOS or check package code 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numPr>
          <w:ilvl w:val="0"/>
          <w:numId w:val="1"/>
        </w:numPr>
        <w:rPr>
          <w:b/>
          <w:sz w:val="24"/>
          <w:szCs w:val="24"/>
        </w:rPr>
      </w:pPr>
      <w:r w:rsidRPr="00437ECB">
        <w:rPr>
          <w:b/>
          <w:sz w:val="24"/>
          <w:szCs w:val="24"/>
          <w:u w:val="single"/>
        </w:rPr>
        <w:t>Copper layer checks</w:t>
      </w:r>
      <w:r w:rsidRPr="00437ECB">
        <w:rPr>
          <w:b/>
          <w:sz w:val="24"/>
          <w:szCs w:val="24"/>
        </w:rPr>
        <w:t xml:space="preserve">   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Board layout electrically matches the schematic _______________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Board layout matches the schematic manual check _____________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All transistors and FETs connected correctly __________________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All multi-pin component pin sequence verified ________________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Special conditions checked: ________________________________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ab/>
        <w:t xml:space="preserve">3. 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u w:val="single"/>
        </w:rPr>
        <w:t>Continuity checks complete</w:t>
      </w:r>
      <w:r w:rsidRPr="00437ECB">
        <w:rPr>
          <w:b/>
          <w:sz w:val="24"/>
          <w:szCs w:val="24"/>
        </w:rPr>
        <w:t xml:space="preserve"> </w:t>
      </w:r>
      <w:r w:rsidRPr="00437ECB">
        <w:rPr>
          <w:b/>
          <w:sz w:val="24"/>
          <w:szCs w:val="24"/>
        </w:rPr>
        <w:tab/>
        <w:t>__________________________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 xml:space="preserve">4. 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u w:val="single"/>
        </w:rPr>
        <w:t>Clearance checks complete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Pad-Pad, Pad-Trace, Trace-Trace clearance</w:t>
      </w:r>
      <w:r w:rsidRPr="00437ECB">
        <w:rPr>
          <w:b/>
          <w:sz w:val="24"/>
          <w:szCs w:val="24"/>
        </w:rPr>
        <w:tab/>
      </w:r>
      <w:bookmarkStart w:id="6" w:name="Text3"/>
      <w:bookmarkStart w:id="7" w:name="Text5"/>
      <w:r w:rsidRPr="00FD4636">
        <w:rPr>
          <w:b/>
          <w:strike/>
          <w:sz w:val="24"/>
          <w:szCs w:val="24"/>
          <w:u w:val="single"/>
        </w:rPr>
        <w:fldChar w:fldCharType="begin">
          <w:ffData>
            <w:name w:val="Text3"/>
            <w:enabled/>
            <w:calcOnExit w:val="0"/>
            <w:textInput>
              <w:default w:val="(0.008)"/>
            </w:textInput>
          </w:ffData>
        </w:fldChar>
      </w:r>
      <w:r w:rsidRPr="00FD4636">
        <w:rPr>
          <w:b/>
          <w:strike/>
          <w:sz w:val="24"/>
          <w:szCs w:val="24"/>
          <w:u w:val="single"/>
        </w:rPr>
        <w:instrText xml:space="preserve"> FORMTEXT </w:instrText>
      </w:r>
      <w:r w:rsidRPr="00FD4636">
        <w:rPr>
          <w:b/>
          <w:strike/>
          <w:sz w:val="24"/>
          <w:szCs w:val="24"/>
          <w:u w:val="single"/>
        </w:rPr>
      </w:r>
      <w:r w:rsidRPr="00FD4636">
        <w:rPr>
          <w:b/>
          <w:strike/>
          <w:sz w:val="24"/>
          <w:szCs w:val="24"/>
          <w:u w:val="single"/>
        </w:rPr>
        <w:fldChar w:fldCharType="separate"/>
      </w:r>
      <w:r w:rsidRPr="00FD4636">
        <w:rPr>
          <w:b/>
          <w:strike/>
          <w:noProof/>
          <w:sz w:val="24"/>
          <w:szCs w:val="24"/>
          <w:u w:val="single"/>
        </w:rPr>
        <w:t>(0.008)</w:t>
      </w:r>
      <w:r w:rsidRPr="00FD4636">
        <w:rPr>
          <w:b/>
          <w:strike/>
          <w:sz w:val="24"/>
          <w:szCs w:val="24"/>
          <w:u w:val="single"/>
        </w:rPr>
        <w:fldChar w:fldCharType="end"/>
      </w:r>
      <w:bookmarkEnd w:id="6"/>
      <w:bookmarkEnd w:id="7"/>
      <w:r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default w:val="0.0075 OK"/>
            </w:textInput>
          </w:ffData>
        </w:fldChar>
      </w:r>
      <w:r>
        <w:rPr>
          <w:b/>
          <w:sz w:val="24"/>
          <w:szCs w:val="24"/>
          <w:u w:val="single"/>
        </w:rPr>
        <w:instrText xml:space="preserve"> FORMTEXT </w:instrText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  <w:fldChar w:fldCharType="separate"/>
      </w:r>
      <w:r>
        <w:rPr>
          <w:b/>
          <w:noProof/>
          <w:sz w:val="24"/>
          <w:szCs w:val="24"/>
          <w:u w:val="single"/>
        </w:rPr>
        <w:t>0.0075 OK</w:t>
      </w:r>
      <w:r>
        <w:rPr>
          <w:b/>
          <w:sz w:val="24"/>
          <w:szCs w:val="24"/>
          <w:u w:val="single"/>
        </w:rPr>
        <w:fldChar w:fldCharType="end"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Minimum Pad size over Drill size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bookmarkStart w:id="8" w:name="Text4"/>
      <w:r w:rsidRPr="00625DB5">
        <w:rPr>
          <w:b/>
          <w:sz w:val="24"/>
          <w:szCs w:val="24"/>
          <w:u w:val="single"/>
        </w:rPr>
        <w:fldChar w:fldCharType="begin">
          <w:ffData>
            <w:name w:val="Text4"/>
            <w:enabled/>
            <w:calcOnExit w:val="0"/>
            <w:textInput>
              <w:default w:val="(0.015)"/>
            </w:textInput>
          </w:ffData>
        </w:fldChar>
      </w:r>
      <w:r w:rsidRPr="00625DB5">
        <w:rPr>
          <w:b/>
          <w:sz w:val="24"/>
          <w:szCs w:val="24"/>
          <w:u w:val="single"/>
        </w:rPr>
        <w:instrText xml:space="preserve"> FORMTEXT </w:instrText>
      </w:r>
      <w:r w:rsidRPr="00625DB5">
        <w:rPr>
          <w:b/>
          <w:sz w:val="24"/>
          <w:szCs w:val="24"/>
          <w:u w:val="single"/>
        </w:rPr>
      </w:r>
      <w:r w:rsidRPr="00625DB5">
        <w:rPr>
          <w:b/>
          <w:sz w:val="24"/>
          <w:szCs w:val="24"/>
          <w:u w:val="single"/>
        </w:rPr>
        <w:fldChar w:fldCharType="separate"/>
      </w:r>
      <w:r w:rsidRPr="00625DB5">
        <w:rPr>
          <w:b/>
          <w:noProof/>
          <w:sz w:val="24"/>
          <w:szCs w:val="24"/>
          <w:u w:val="single"/>
        </w:rPr>
        <w:t>(0.015)</w:t>
      </w:r>
      <w:r w:rsidRPr="00625DB5">
        <w:rPr>
          <w:b/>
          <w:sz w:val="24"/>
          <w:szCs w:val="24"/>
          <w:u w:val="single"/>
        </w:rPr>
        <w:fldChar w:fldCharType="end"/>
      </w:r>
      <w:bookmarkStart w:id="9" w:name="Text6"/>
      <w:bookmarkEnd w:id="8"/>
      <w:r>
        <w:rPr>
          <w:b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>
              <w:default w:val=" OK"/>
            </w:textInput>
          </w:ffData>
        </w:fldChar>
      </w:r>
      <w:r>
        <w:rPr>
          <w:b/>
          <w:sz w:val="24"/>
          <w:szCs w:val="24"/>
          <w:u w:val="single"/>
        </w:rPr>
        <w:instrText xml:space="preserve"> FORMTEXT </w:instrText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  <w:fldChar w:fldCharType="separate"/>
      </w:r>
      <w:r>
        <w:rPr>
          <w:b/>
          <w:noProof/>
          <w:sz w:val="24"/>
          <w:szCs w:val="24"/>
          <w:u w:val="single"/>
        </w:rPr>
        <w:t xml:space="preserve"> OK</w:t>
      </w:r>
      <w:r>
        <w:rPr>
          <w:b/>
          <w:sz w:val="24"/>
          <w:szCs w:val="24"/>
          <w:u w:val="single"/>
        </w:rPr>
        <w:fldChar w:fldCharType="end"/>
      </w:r>
      <w:bookmarkEnd w:id="9"/>
    </w:p>
    <w:p w:rsidR="00D852AB" w:rsidRDefault="00D852AB" w:rsidP="005C3126">
      <w:pPr>
        <w:rPr>
          <w:sz w:val="24"/>
        </w:rPr>
      </w:pPr>
      <w:r>
        <w:rPr>
          <w:sz w:val="24"/>
        </w:rPr>
        <w:tab/>
      </w:r>
    </w:p>
    <w:p w:rsidR="00D852AB" w:rsidRPr="00437ECB" w:rsidRDefault="00D852AB" w:rsidP="005C3126">
      <w:pPr>
        <w:rPr>
          <w:b/>
          <w:sz w:val="24"/>
          <w:szCs w:val="24"/>
        </w:rPr>
      </w:pPr>
      <w:r>
        <w:rPr>
          <w:sz w:val="24"/>
        </w:rPr>
        <w:tab/>
      </w:r>
      <w:r w:rsidRPr="00437ECB">
        <w:rPr>
          <w:b/>
          <w:sz w:val="24"/>
          <w:szCs w:val="24"/>
          <w:u w:val="single"/>
        </w:rPr>
        <w:t>Silkscreen/Soldermask checks</w:t>
      </w:r>
      <w:r w:rsidRPr="00437ECB">
        <w:rPr>
          <w:b/>
          <w:sz w:val="24"/>
          <w:szCs w:val="24"/>
        </w:rPr>
        <w:t xml:space="preserve"> :</w:t>
      </w:r>
    </w:p>
    <w:p w:rsidR="00D852AB" w:rsidRPr="00437ECB" w:rsidRDefault="00D852AB" w:rsidP="005C3126">
      <w:pPr>
        <w:ind w:left="720"/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>All solder mask are properly open for all components; special condition solder mask open check, is there dual footprint, short resistors, UCSP, BGA .etc..</w:t>
      </w:r>
      <w:r w:rsidRPr="00437EC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All component designators properly placed 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Pins identified on multi-pin headers ______________________________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Polarized diodes and capacitors properly marked ____________________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Pin 1 identified on multi-pin parts ________________________________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Excess text removed  __________________________________________</w:t>
      </w:r>
      <w:r>
        <w:rPr>
          <w:b/>
          <w:sz w:val="24"/>
          <w:szCs w:val="24"/>
        </w:rPr>
        <w:t>__</w:t>
      </w:r>
      <w:r w:rsidRPr="00437ECB">
        <w:rPr>
          <w:b/>
          <w:sz w:val="24"/>
          <w:szCs w:val="24"/>
        </w:rPr>
        <w:tab/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Pr="00437ECB" w:rsidRDefault="00D852AB" w:rsidP="005C3126">
      <w:pPr>
        <w:pStyle w:val="Heading3"/>
        <w:rPr>
          <w:sz w:val="24"/>
          <w:szCs w:val="24"/>
        </w:rPr>
      </w:pPr>
      <w:r w:rsidRPr="00437ECB">
        <w:rPr>
          <w:sz w:val="24"/>
          <w:szCs w:val="24"/>
        </w:rPr>
        <w:t>Boiler plate data correct _______________________________________</w:t>
      </w:r>
      <w:r>
        <w:rPr>
          <w:sz w:val="24"/>
          <w:szCs w:val="24"/>
        </w:rPr>
        <w:t>__</w:t>
      </w:r>
      <w:r w:rsidRPr="00437ECB">
        <w:rPr>
          <w:sz w:val="24"/>
          <w:szCs w:val="24"/>
        </w:rPr>
        <w:tab/>
        <w:t>[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 w:rsidRPr="00437ECB">
        <w:rPr>
          <w:sz w:val="24"/>
          <w:szCs w:val="24"/>
        </w:rPr>
        <w:t>]</w:t>
      </w:r>
    </w:p>
    <w:p w:rsidR="00D852AB" w:rsidRPr="00437ECB" w:rsidRDefault="00D852AB" w:rsidP="005C3126">
      <w:pPr>
        <w:rPr>
          <w:b/>
          <w:sz w:val="24"/>
          <w:szCs w:val="24"/>
          <w:effect w:val="antsRed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effect w:val="antsRed"/>
        </w:rPr>
        <w:t>Remove “For viewing purpose only ……..etc ……….”</w:t>
      </w:r>
      <w:r w:rsidRPr="00437ECB">
        <w:rPr>
          <w:b/>
          <w:sz w:val="24"/>
          <w:szCs w:val="24"/>
          <w:effect w:val="antsRed"/>
        </w:rPr>
        <w:tab/>
      </w:r>
      <w:r w:rsidRPr="00437ECB">
        <w:rPr>
          <w:b/>
          <w:sz w:val="24"/>
          <w:szCs w:val="24"/>
          <w:effect w:val="antsRed"/>
        </w:rPr>
        <w:tab/>
      </w:r>
      <w:r>
        <w:rPr>
          <w:b/>
          <w:sz w:val="24"/>
          <w:szCs w:val="24"/>
          <w:effect w:val="antsRed"/>
        </w:rPr>
        <w:tab/>
      </w:r>
      <w:r w:rsidRPr="00437ECB">
        <w:rPr>
          <w:b/>
          <w:sz w:val="24"/>
          <w:szCs w:val="24"/>
          <w:effect w:val="antsRed"/>
        </w:rPr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  <w:effect w:val="antsRed"/>
        </w:rPr>
        <w:t>]</w:t>
      </w:r>
    </w:p>
    <w:p w:rsidR="00D852AB" w:rsidRPr="00437ECB" w:rsidRDefault="00D852AB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Maxim logo, Board identification, Revision level, Date</w:t>
      </w:r>
      <w:r>
        <w:rPr>
          <w:b/>
          <w:sz w:val="24"/>
          <w:szCs w:val="24"/>
        </w:rPr>
        <w:t>.</w:t>
      </w:r>
      <w:r w:rsidRPr="00437EC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>[</w:t>
      </w:r>
      <w:r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D852AB" w:rsidRDefault="00D852AB" w:rsidP="005C3126">
      <w:pPr>
        <w:rPr>
          <w:sz w:val="24"/>
        </w:rPr>
      </w:pPr>
    </w:p>
    <w:p w:rsidR="00D852AB" w:rsidRPr="009156E9" w:rsidRDefault="00D852AB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All changes completed, All checks completed, Tape out approval.</w:t>
      </w:r>
    </w:p>
    <w:p w:rsidR="00D852AB" w:rsidRPr="009156E9" w:rsidRDefault="00D852AB" w:rsidP="005C3126">
      <w:pPr>
        <w:rPr>
          <w:b/>
          <w:sz w:val="24"/>
          <w:szCs w:val="24"/>
        </w:rPr>
      </w:pPr>
    </w:p>
    <w:p w:rsidR="00D852AB" w:rsidRPr="009156E9" w:rsidRDefault="00D852AB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 xml:space="preserve">PCB Designer: </w:t>
      </w:r>
      <w:bookmarkStart w:id="10" w:name="Dropdown3"/>
      <w:r>
        <w:rPr>
          <w:b/>
          <w:sz w:val="24"/>
          <w:szCs w:val="24"/>
          <w:u w:val="single"/>
        </w:rPr>
        <w:fldChar w:fldCharType="begin">
          <w:ffData>
            <w:name w:val="Dropdown3"/>
            <w:enabled/>
            <w:calcOnExit w:val="0"/>
            <w:ddList>
              <w:listEntry w:val="E. Apelo"/>
              <w:listEntry w:val="E. Cheung"/>
              <w:listEntry w:val="O. Liao"/>
              <w:listEntry w:val="J. Gualberto"/>
              <w:listEntry w:val="A. Dimapilis"/>
              <w:listEntry w:val="C. Bulanhagui"/>
              <w:listEntry w:val="R. Mislang"/>
              <w:listEntry w:val="K.Taguinod"/>
            </w:ddList>
          </w:ffData>
        </w:fldChar>
      </w:r>
      <w:r>
        <w:rPr>
          <w:b/>
          <w:sz w:val="24"/>
          <w:szCs w:val="24"/>
          <w:u w:val="single"/>
        </w:rPr>
        <w:instrText xml:space="preserve"> FORMDROPDOWN </w:instrText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  <w:fldChar w:fldCharType="end"/>
      </w:r>
      <w:bookmarkEnd w:id="10"/>
      <w:r>
        <w:rPr>
          <w:b/>
          <w:sz w:val="24"/>
          <w:szCs w:val="24"/>
        </w:rPr>
        <w:t xml:space="preserve">        </w:t>
      </w:r>
      <w:r w:rsidRPr="009156E9">
        <w:rPr>
          <w:b/>
          <w:sz w:val="24"/>
          <w:szCs w:val="24"/>
        </w:rPr>
        <w:t xml:space="preserve">Date: </w:t>
      </w:r>
      <w:r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10/17/2012"/>
              <w:format w:val="M/d/yyyy"/>
            </w:textInput>
          </w:ffData>
        </w:fldChar>
      </w:r>
      <w:r>
        <w:rPr>
          <w:b/>
          <w:sz w:val="24"/>
          <w:szCs w:val="24"/>
          <w:u w:val="single"/>
        </w:rPr>
        <w:instrText xml:space="preserve"> FORMTEXT </w:instrText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  <w:fldChar w:fldCharType="separate"/>
      </w:r>
      <w:r>
        <w:rPr>
          <w:b/>
          <w:noProof/>
          <w:sz w:val="24"/>
          <w:szCs w:val="24"/>
          <w:u w:val="single"/>
        </w:rPr>
        <w:t>10/17/2012</w:t>
      </w:r>
      <w:r>
        <w:rPr>
          <w:b/>
          <w:sz w:val="24"/>
          <w:szCs w:val="24"/>
          <w:u w:val="single"/>
        </w:rPr>
        <w:fldChar w:fldCharType="end"/>
      </w:r>
      <w:r w:rsidRPr="009156E9">
        <w:rPr>
          <w:b/>
          <w:sz w:val="24"/>
          <w:szCs w:val="24"/>
        </w:rPr>
        <w:t xml:space="preserve"> </w:t>
      </w:r>
      <w:r w:rsidRPr="009156E9">
        <w:rPr>
          <w:b/>
          <w:sz w:val="24"/>
          <w:szCs w:val="24"/>
        </w:rPr>
        <w:tab/>
      </w:r>
      <w:r>
        <w:rPr>
          <w:b/>
          <w:sz w:val="24"/>
          <w:szCs w:val="24"/>
        </w:rPr>
        <w:t>PCB Manager</w:t>
      </w:r>
      <w:r w:rsidRPr="009156E9">
        <w:rPr>
          <w:b/>
          <w:sz w:val="24"/>
          <w:szCs w:val="24"/>
        </w:rPr>
        <w:t>:</w:t>
      </w:r>
      <w:r w:rsidRPr="00144663">
        <w:rPr>
          <w:b/>
          <w:sz w:val="24"/>
          <w:szCs w:val="24"/>
        </w:rPr>
        <w:pict>
          <v:shape id="_x0000_i1027" type="#_x0000_t75" style="width:24pt;height:11.25pt">
            <v:imagedata r:id="rId10" o:title=""/>
          </v:shape>
        </w:pict>
      </w:r>
      <w:r>
        <w:rPr>
          <w:b/>
          <w:sz w:val="24"/>
          <w:szCs w:val="24"/>
        </w:rPr>
        <w:t xml:space="preserve">   </w:t>
      </w:r>
      <w:r w:rsidRPr="009156E9">
        <w:rPr>
          <w:b/>
          <w:sz w:val="24"/>
          <w:szCs w:val="24"/>
        </w:rPr>
        <w:t xml:space="preserve">Date: </w:t>
      </w:r>
      <w:r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10/18/2012"/>
              <w:format w:val="M/d/yyyy"/>
            </w:textInput>
          </w:ffData>
        </w:fldChar>
      </w:r>
      <w:r>
        <w:rPr>
          <w:b/>
          <w:sz w:val="24"/>
          <w:szCs w:val="24"/>
          <w:u w:val="single"/>
        </w:rPr>
        <w:instrText xml:space="preserve"> FORMTEXT </w:instrText>
      </w: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  <w:fldChar w:fldCharType="separate"/>
      </w:r>
      <w:r>
        <w:rPr>
          <w:b/>
          <w:noProof/>
          <w:sz w:val="24"/>
          <w:szCs w:val="24"/>
          <w:u w:val="single"/>
        </w:rPr>
        <w:t>10/18/2012</w:t>
      </w:r>
      <w:r>
        <w:rPr>
          <w:b/>
          <w:sz w:val="24"/>
          <w:szCs w:val="24"/>
          <w:u w:val="single"/>
        </w:rPr>
        <w:fldChar w:fldCharType="end"/>
      </w:r>
    </w:p>
    <w:p w:rsidR="00D852AB" w:rsidRDefault="00D852AB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EVKE: ________________________</w:t>
      </w:r>
      <w:r w:rsidRPr="009156E9">
        <w:rPr>
          <w:b/>
          <w:sz w:val="24"/>
          <w:szCs w:val="24"/>
        </w:rPr>
        <w:tab/>
        <w:t>[</w:t>
      </w:r>
      <w:r w:rsidRPr="00AE7573">
        <w:rPr>
          <w:b/>
          <w:sz w:val="24"/>
          <w:szCs w:val="24"/>
        </w:rPr>
        <w:object w:dxaOrig="1543" w:dyaOrig="998">
          <v:shape id="_x0000_i1028" type="#_x0000_t75" style="width:77.25pt;height:50.25pt" o:ole="">
            <v:imagedata r:id="rId11" o:title=""/>
          </v:shape>
          <o:OLEObject Type="Embed" ProgID="Package" ShapeID="_x0000_i1028" DrawAspect="Content" ObjectID="_1412569283" r:id="rId12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D852AB" w:rsidRPr="009156E9" w:rsidRDefault="00D852AB" w:rsidP="005C3126">
      <w:pPr>
        <w:rPr>
          <w:b/>
          <w:sz w:val="24"/>
          <w:szCs w:val="24"/>
        </w:rPr>
      </w:pPr>
    </w:p>
    <w:p w:rsidR="00D852AB" w:rsidRPr="009156E9" w:rsidRDefault="00D852AB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EVK</w:t>
      </w:r>
      <w:r>
        <w:rPr>
          <w:b/>
          <w:sz w:val="24"/>
          <w:szCs w:val="24"/>
        </w:rPr>
        <w:t xml:space="preserve">E </w:t>
      </w:r>
      <w:r w:rsidRPr="00437ECB">
        <w:rPr>
          <w:b/>
          <w:sz w:val="24"/>
          <w:szCs w:val="24"/>
        </w:rPr>
        <w:t>[</w:t>
      </w:r>
      <w:r>
        <w:rPr>
          <w:b/>
          <w:sz w:val="24"/>
          <w:szCs w:val="24"/>
        </w:rPr>
        <w:t xml:space="preserve">   </w:t>
      </w:r>
      <w:r w:rsidRPr="00437ECB">
        <w:rPr>
          <w:b/>
          <w:sz w:val="24"/>
          <w:szCs w:val="24"/>
        </w:rPr>
        <w:t>]</w:t>
      </w:r>
      <w:r>
        <w:rPr>
          <w:b/>
          <w:sz w:val="24"/>
          <w:szCs w:val="24"/>
        </w:rPr>
        <w:t xml:space="preserve">   please initial if you are signing for all.</w:t>
      </w:r>
    </w:p>
    <w:p w:rsidR="00D852AB" w:rsidRPr="009156E9" w:rsidRDefault="00D852AB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DE: ___________________________</w:t>
      </w:r>
      <w:r w:rsidRPr="009156E9">
        <w:rPr>
          <w:b/>
          <w:sz w:val="24"/>
          <w:szCs w:val="24"/>
        </w:rPr>
        <w:tab/>
        <w:t>[</w:t>
      </w:r>
      <w:r w:rsidRPr="009156E9">
        <w:rPr>
          <w:b/>
          <w:sz w:val="24"/>
          <w:szCs w:val="24"/>
        </w:rPr>
        <w:object w:dxaOrig="1543" w:dyaOrig="998">
          <v:shape id="_x0000_i1029" type="#_x0000_t75" style="width:77.25pt;height:50.25pt" o:ole="">
            <v:imagedata r:id="rId13" o:title=""/>
          </v:shape>
          <o:OLEObject Type="Embed" ProgID="Package" ShapeID="_x0000_i1029" DrawAspect="Content" ObjectID="_1412569284" r:id="rId14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D852AB" w:rsidRPr="009156E9" w:rsidRDefault="00D852AB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CAE: _________________________</w:t>
      </w:r>
      <w:r w:rsidRPr="009156E9">
        <w:rPr>
          <w:b/>
          <w:sz w:val="24"/>
          <w:szCs w:val="24"/>
        </w:rPr>
        <w:tab/>
        <w:t>[</w:t>
      </w:r>
      <w:r w:rsidRPr="009156E9">
        <w:rPr>
          <w:b/>
          <w:sz w:val="24"/>
          <w:szCs w:val="24"/>
        </w:rPr>
        <w:object w:dxaOrig="1543" w:dyaOrig="998">
          <v:shape id="_x0000_i1030" type="#_x0000_t75" style="width:77.25pt;height:50.25pt" o:ole="">
            <v:imagedata r:id="rId13" o:title=""/>
          </v:shape>
          <o:OLEObject Type="Embed" ProgID="Package" ShapeID="_x0000_i1030" DrawAspect="Content" ObjectID="_1412569285" r:id="rId15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D852AB" w:rsidRDefault="00D852AB" w:rsidP="005C3126">
      <w:pPr>
        <w:rPr>
          <w:b/>
          <w:sz w:val="24"/>
          <w:szCs w:val="24"/>
        </w:rPr>
      </w:pPr>
    </w:p>
    <w:p w:rsidR="00D852AB" w:rsidRPr="009156E9" w:rsidRDefault="00D852AB" w:rsidP="005C3126">
      <w:pPr>
        <w:rPr>
          <w:b/>
          <w:sz w:val="24"/>
          <w:szCs w:val="24"/>
        </w:rPr>
      </w:pPr>
    </w:p>
    <w:p w:rsidR="00D852AB" w:rsidRPr="009156E9" w:rsidRDefault="00D852AB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(signatures above will indicate that the engineer has checked the schematic/layout with care, all connection are correct and no change is to be made to the schematic/layout.)</w:t>
      </w:r>
    </w:p>
    <w:p w:rsidR="00D852AB" w:rsidRDefault="00D852AB" w:rsidP="005C3126">
      <w:pPr>
        <w:rPr>
          <w:b/>
          <w:sz w:val="24"/>
          <w:u w:val="single"/>
        </w:rPr>
      </w:pPr>
    </w:p>
    <w:p w:rsidR="00D852AB" w:rsidRDefault="00D852AB" w:rsidP="005C3126">
      <w:pPr>
        <w:rPr>
          <w:b/>
          <w:sz w:val="24"/>
          <w:u w:val="single"/>
        </w:rPr>
      </w:pPr>
    </w:p>
    <w:p w:rsidR="00D852AB" w:rsidRDefault="00D852AB" w:rsidP="005C3126">
      <w:pPr>
        <w:rPr>
          <w:b/>
          <w:sz w:val="24"/>
          <w:u w:val="single"/>
        </w:rPr>
      </w:pPr>
    </w:p>
    <w:p w:rsidR="00D852AB" w:rsidRDefault="00D852AB" w:rsidP="005C3126">
      <w:pPr>
        <w:rPr>
          <w:b/>
          <w:sz w:val="24"/>
          <w:u w:val="single"/>
        </w:rPr>
      </w:pPr>
    </w:p>
    <w:p w:rsidR="00D852AB" w:rsidRPr="00D45B43" w:rsidRDefault="00D852AB" w:rsidP="005C3126">
      <w:pPr>
        <w:rPr>
          <w:b/>
          <w:sz w:val="24"/>
        </w:rPr>
      </w:pPr>
      <w:r w:rsidRPr="00D45B43">
        <w:rPr>
          <w:b/>
          <w:sz w:val="24"/>
          <w:u w:val="single"/>
        </w:rPr>
        <w:t>Gerber package included items check</w:t>
      </w:r>
    </w:p>
    <w:p w:rsidR="00D852AB" w:rsidRPr="00D45B43" w:rsidRDefault="00D852AB" w:rsidP="005C3126">
      <w:pPr>
        <w:rPr>
          <w:b/>
          <w:sz w:val="24"/>
        </w:rPr>
      </w:pPr>
      <w:r w:rsidRPr="00D45B43">
        <w:rPr>
          <w:b/>
          <w:sz w:val="24"/>
        </w:rPr>
        <w:tab/>
        <w:t>Board Specification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</w:p>
    <w:p w:rsidR="00D852AB" w:rsidRPr="00D45B43" w:rsidRDefault="00D852AB" w:rsidP="005C3126">
      <w:pPr>
        <w:rPr>
          <w:b/>
          <w:sz w:val="24"/>
        </w:rPr>
      </w:pPr>
      <w:r w:rsidRPr="00D45B43">
        <w:rPr>
          <w:b/>
          <w:sz w:val="24"/>
        </w:rPr>
        <w:tab/>
        <w:t>Silkscreen</w:t>
      </w:r>
      <w:r w:rsidRPr="00D45B43">
        <w:rPr>
          <w:b/>
          <w:sz w:val="24"/>
        </w:rPr>
        <w:tab/>
        <w:t>Top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 xml:space="preserve">Bottom </w:t>
      </w:r>
      <w:r w:rsidRPr="00D45B43">
        <w:rPr>
          <w:b/>
          <w:sz w:val="24"/>
        </w:rPr>
        <w:tab/>
        <w:t>[    ]</w:t>
      </w:r>
    </w:p>
    <w:p w:rsidR="00D852AB" w:rsidRPr="00D45B43" w:rsidRDefault="00D852AB" w:rsidP="005C3126">
      <w:pPr>
        <w:rPr>
          <w:b/>
          <w:sz w:val="24"/>
        </w:rPr>
      </w:pPr>
      <w:r>
        <w:rPr>
          <w:b/>
          <w:sz w:val="24"/>
        </w:rPr>
        <w:tab/>
        <w:t xml:space="preserve">Solder Masks </w:t>
      </w:r>
      <w:r w:rsidRPr="00D45B43">
        <w:rPr>
          <w:b/>
          <w:sz w:val="24"/>
        </w:rPr>
        <w:t>Top</w:t>
      </w:r>
      <w:r w:rsidRPr="00D45B43">
        <w:rPr>
          <w:b/>
          <w:sz w:val="24"/>
        </w:rPr>
        <w:tab/>
        <w:t>CSP??</w:t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 xml:space="preserve">Bottom </w:t>
      </w:r>
      <w:r w:rsidRPr="00D45B43">
        <w:rPr>
          <w:b/>
          <w:sz w:val="24"/>
        </w:rPr>
        <w:tab/>
        <w:t>[    ]</w:t>
      </w:r>
    </w:p>
    <w:p w:rsidR="00D852AB" w:rsidRPr="00D45B43" w:rsidRDefault="00D852AB" w:rsidP="005C3126">
      <w:pPr>
        <w:rPr>
          <w:b/>
          <w:sz w:val="24"/>
        </w:rPr>
      </w:pPr>
      <w:r w:rsidRPr="00D45B43">
        <w:rPr>
          <w:b/>
          <w:sz w:val="24"/>
        </w:rPr>
        <w:tab/>
        <w:t>Layers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Top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Bottom</w:t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  <w:t>Inner</w:t>
      </w:r>
      <w:r w:rsidRPr="00D45B43">
        <w:rPr>
          <w:b/>
          <w:sz w:val="24"/>
        </w:rPr>
        <w:tab/>
        <w:t>[    ]</w:t>
      </w:r>
    </w:p>
    <w:p w:rsidR="00D852AB" w:rsidRPr="00D45B43" w:rsidRDefault="00D852AB" w:rsidP="005C3126">
      <w:pPr>
        <w:rPr>
          <w:b/>
          <w:sz w:val="24"/>
        </w:rPr>
      </w:pPr>
      <w:r w:rsidRPr="00D45B43">
        <w:rPr>
          <w:b/>
          <w:sz w:val="24"/>
        </w:rPr>
        <w:tab/>
        <w:t>Fabrication plot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Instruction layer profile</w:t>
      </w:r>
      <w:r w:rsidRPr="00D45B43">
        <w:rPr>
          <w:b/>
          <w:sz w:val="24"/>
        </w:rPr>
        <w:tab/>
        <w:t>[    ]</w:t>
      </w:r>
    </w:p>
    <w:p w:rsidR="00D852AB" w:rsidRPr="00D45B43" w:rsidRDefault="00D852AB" w:rsidP="005C3126">
      <w:pPr>
        <w:rPr>
          <w:b/>
          <w:sz w:val="24"/>
        </w:rPr>
      </w:pPr>
      <w:r w:rsidRPr="00D45B43">
        <w:rPr>
          <w:b/>
          <w:sz w:val="24"/>
        </w:rPr>
        <w:tab/>
        <w:t xml:space="preserve">Save Gerber zip file to Network Drive 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</w:p>
    <w:p w:rsidR="00D852AB" w:rsidRPr="00D45B43" w:rsidRDefault="00D852AB" w:rsidP="005C3126">
      <w:pPr>
        <w:rPr>
          <w:b/>
          <w:sz w:val="24"/>
        </w:rPr>
      </w:pPr>
      <w:r w:rsidRPr="00D45B43">
        <w:rPr>
          <w:b/>
          <w:sz w:val="24"/>
        </w:rPr>
        <w:t>Gerber check verify ______________________________________________</w:t>
      </w:r>
      <w:r w:rsidRPr="00D45B43">
        <w:rPr>
          <w:b/>
          <w:sz w:val="24"/>
        </w:rPr>
        <w:tab/>
        <w:t>[    ]</w:t>
      </w:r>
    </w:p>
    <w:p w:rsidR="00D852AB" w:rsidRPr="00D45B43" w:rsidRDefault="00D852AB" w:rsidP="005C3126">
      <w:pPr>
        <w:ind w:firstLine="720"/>
        <w:rPr>
          <w:b/>
          <w:sz w:val="24"/>
        </w:rPr>
      </w:pPr>
    </w:p>
    <w:p w:rsidR="00D852AB" w:rsidRPr="00D45B43" w:rsidRDefault="00D852AB" w:rsidP="005C3126">
      <w:pPr>
        <w:ind w:firstLine="720"/>
        <w:rPr>
          <w:b/>
          <w:sz w:val="24"/>
        </w:rPr>
      </w:pPr>
      <w:r w:rsidRPr="00D45B43">
        <w:rPr>
          <w:b/>
          <w:sz w:val="24"/>
        </w:rPr>
        <w:t>PDF for Marcom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</w:t>
      </w:r>
      <w:r w:rsidRPr="00D45B43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result w:val="2"/>
              <w:listEntry w:val="_"/>
              <w:listEntry w:val="X"/>
              <w:listEntry w:val="NA"/>
            </w:ddList>
          </w:ffData>
        </w:fldChar>
      </w:r>
      <w:r w:rsidRPr="00D45B43">
        <w:rPr>
          <w:b/>
          <w:sz w:val="24"/>
          <w:szCs w:val="24"/>
        </w:rPr>
        <w:instrText xml:space="preserve"> FORMDROPDOWN </w:instrText>
      </w:r>
      <w:r w:rsidRPr="00D45B43">
        <w:rPr>
          <w:b/>
          <w:sz w:val="24"/>
          <w:szCs w:val="24"/>
        </w:rPr>
      </w:r>
      <w:r w:rsidRPr="00D45B43">
        <w:rPr>
          <w:b/>
          <w:sz w:val="24"/>
          <w:szCs w:val="24"/>
        </w:rPr>
        <w:fldChar w:fldCharType="end"/>
      </w:r>
      <w:r w:rsidRPr="00D45B43">
        <w:rPr>
          <w:b/>
          <w:sz w:val="24"/>
        </w:rPr>
        <w:t>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Test fixture</w:t>
      </w:r>
      <w:r w:rsidRPr="00D45B43">
        <w:rPr>
          <w:b/>
          <w:sz w:val="24"/>
        </w:rPr>
        <w:tab/>
        <w:t>[</w:t>
      </w:r>
      <w:r w:rsidRPr="00D45B43">
        <w:rPr>
          <w:b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result w:val="2"/>
              <w:listEntry w:val="_"/>
              <w:listEntry w:val="X"/>
              <w:listEntry w:val="NA"/>
            </w:ddList>
          </w:ffData>
        </w:fldChar>
      </w:r>
      <w:r w:rsidRPr="00D45B43">
        <w:rPr>
          <w:b/>
          <w:sz w:val="24"/>
          <w:szCs w:val="24"/>
        </w:rPr>
        <w:instrText xml:space="preserve"> FORMDROPDOWN </w:instrText>
      </w:r>
      <w:r w:rsidRPr="00D45B43">
        <w:rPr>
          <w:b/>
          <w:sz w:val="24"/>
          <w:szCs w:val="24"/>
        </w:rPr>
      </w:r>
      <w:r w:rsidRPr="00D45B43">
        <w:rPr>
          <w:b/>
          <w:sz w:val="24"/>
          <w:szCs w:val="24"/>
        </w:rPr>
        <w:fldChar w:fldCharType="end"/>
      </w:r>
      <w:r w:rsidRPr="00D45B43">
        <w:rPr>
          <w:b/>
          <w:sz w:val="24"/>
        </w:rPr>
        <w:t>]</w:t>
      </w:r>
    </w:p>
    <w:p w:rsidR="00D852AB" w:rsidRDefault="00D852AB" w:rsidP="00F53ABF">
      <w:pPr>
        <w:rPr>
          <w:b/>
          <w:sz w:val="24"/>
          <w:szCs w:val="24"/>
        </w:rPr>
      </w:pPr>
    </w:p>
    <w:sectPr w:rsidR="00D852AB" w:rsidSect="002742FC">
      <w:pgSz w:w="12240" w:h="15840"/>
      <w:pgMar w:top="360" w:right="1152" w:bottom="720" w:left="115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2AB" w:rsidRDefault="00D852AB">
      <w:r>
        <w:separator/>
      </w:r>
    </w:p>
  </w:endnote>
  <w:endnote w:type="continuationSeparator" w:id="0">
    <w:p w:rsidR="00D852AB" w:rsidRDefault="00D85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2AB" w:rsidRDefault="00D852AB">
      <w:r>
        <w:separator/>
      </w:r>
    </w:p>
  </w:footnote>
  <w:footnote w:type="continuationSeparator" w:id="0">
    <w:p w:rsidR="00D852AB" w:rsidRDefault="00D852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1B5B"/>
    <w:multiLevelType w:val="hybridMultilevel"/>
    <w:tmpl w:val="9B86FB9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963"/>
    <w:rsid w:val="00001230"/>
    <w:rsid w:val="000048F7"/>
    <w:rsid w:val="00006BF9"/>
    <w:rsid w:val="00013C45"/>
    <w:rsid w:val="00032D65"/>
    <w:rsid w:val="00033279"/>
    <w:rsid w:val="00040299"/>
    <w:rsid w:val="00044DF2"/>
    <w:rsid w:val="00061965"/>
    <w:rsid w:val="0007697F"/>
    <w:rsid w:val="00082F71"/>
    <w:rsid w:val="00086C68"/>
    <w:rsid w:val="000E1571"/>
    <w:rsid w:val="000E4353"/>
    <w:rsid w:val="00104A71"/>
    <w:rsid w:val="00105355"/>
    <w:rsid w:val="001076D6"/>
    <w:rsid w:val="001176D5"/>
    <w:rsid w:val="00120698"/>
    <w:rsid w:val="001236FB"/>
    <w:rsid w:val="00144663"/>
    <w:rsid w:val="00156E7B"/>
    <w:rsid w:val="0016448E"/>
    <w:rsid w:val="00170F8A"/>
    <w:rsid w:val="00195C9A"/>
    <w:rsid w:val="001C5837"/>
    <w:rsid w:val="001D1189"/>
    <w:rsid w:val="001E25B5"/>
    <w:rsid w:val="001E3182"/>
    <w:rsid w:val="001F361D"/>
    <w:rsid w:val="00203BB4"/>
    <w:rsid w:val="002045E5"/>
    <w:rsid w:val="00210F02"/>
    <w:rsid w:val="00212016"/>
    <w:rsid w:val="002238C7"/>
    <w:rsid w:val="00234F38"/>
    <w:rsid w:val="00262001"/>
    <w:rsid w:val="00262B78"/>
    <w:rsid w:val="00266D92"/>
    <w:rsid w:val="002742FC"/>
    <w:rsid w:val="002A5262"/>
    <w:rsid w:val="002A61C1"/>
    <w:rsid w:val="002A789D"/>
    <w:rsid w:val="002C2FEB"/>
    <w:rsid w:val="002D088B"/>
    <w:rsid w:val="002D2312"/>
    <w:rsid w:val="002F77F1"/>
    <w:rsid w:val="00300384"/>
    <w:rsid w:val="00302C07"/>
    <w:rsid w:val="00303448"/>
    <w:rsid w:val="0033278D"/>
    <w:rsid w:val="00337B8A"/>
    <w:rsid w:val="00345153"/>
    <w:rsid w:val="00370AD6"/>
    <w:rsid w:val="0038239A"/>
    <w:rsid w:val="003B0967"/>
    <w:rsid w:val="003B337A"/>
    <w:rsid w:val="003C1079"/>
    <w:rsid w:val="003D184B"/>
    <w:rsid w:val="003D25FB"/>
    <w:rsid w:val="004005E8"/>
    <w:rsid w:val="00422FAB"/>
    <w:rsid w:val="0042311D"/>
    <w:rsid w:val="00431EED"/>
    <w:rsid w:val="00437ECB"/>
    <w:rsid w:val="004454F4"/>
    <w:rsid w:val="00445507"/>
    <w:rsid w:val="00445AE5"/>
    <w:rsid w:val="0044700E"/>
    <w:rsid w:val="00456984"/>
    <w:rsid w:val="00484043"/>
    <w:rsid w:val="00491708"/>
    <w:rsid w:val="004A3D12"/>
    <w:rsid w:val="004B11B4"/>
    <w:rsid w:val="004B58B8"/>
    <w:rsid w:val="004E035D"/>
    <w:rsid w:val="004E57EF"/>
    <w:rsid w:val="004F704E"/>
    <w:rsid w:val="00501D38"/>
    <w:rsid w:val="005038FD"/>
    <w:rsid w:val="00511A50"/>
    <w:rsid w:val="005241B1"/>
    <w:rsid w:val="00527147"/>
    <w:rsid w:val="00555DBF"/>
    <w:rsid w:val="005836AD"/>
    <w:rsid w:val="00596E06"/>
    <w:rsid w:val="005C1EE5"/>
    <w:rsid w:val="005C3126"/>
    <w:rsid w:val="005E0461"/>
    <w:rsid w:val="005E5CA9"/>
    <w:rsid w:val="005F1E1B"/>
    <w:rsid w:val="005F2CB2"/>
    <w:rsid w:val="005F36E0"/>
    <w:rsid w:val="00600CC7"/>
    <w:rsid w:val="0060172E"/>
    <w:rsid w:val="00602958"/>
    <w:rsid w:val="00620188"/>
    <w:rsid w:val="00625DB5"/>
    <w:rsid w:val="00627258"/>
    <w:rsid w:val="00632A2C"/>
    <w:rsid w:val="00651EB5"/>
    <w:rsid w:val="00662E21"/>
    <w:rsid w:val="00663292"/>
    <w:rsid w:val="00680259"/>
    <w:rsid w:val="00680B5A"/>
    <w:rsid w:val="0069534E"/>
    <w:rsid w:val="006B175A"/>
    <w:rsid w:val="006C7055"/>
    <w:rsid w:val="006E5123"/>
    <w:rsid w:val="006F0CED"/>
    <w:rsid w:val="00703F5B"/>
    <w:rsid w:val="007221BD"/>
    <w:rsid w:val="00725D21"/>
    <w:rsid w:val="007543DB"/>
    <w:rsid w:val="00755FB7"/>
    <w:rsid w:val="0076071E"/>
    <w:rsid w:val="00791C9A"/>
    <w:rsid w:val="00793293"/>
    <w:rsid w:val="007A69BA"/>
    <w:rsid w:val="007B6915"/>
    <w:rsid w:val="007C7368"/>
    <w:rsid w:val="007F6A4A"/>
    <w:rsid w:val="007F7F11"/>
    <w:rsid w:val="00801C2A"/>
    <w:rsid w:val="00810B2A"/>
    <w:rsid w:val="00811135"/>
    <w:rsid w:val="0081150D"/>
    <w:rsid w:val="008214B0"/>
    <w:rsid w:val="0083153B"/>
    <w:rsid w:val="00833091"/>
    <w:rsid w:val="00847149"/>
    <w:rsid w:val="008512F5"/>
    <w:rsid w:val="008800F2"/>
    <w:rsid w:val="00882006"/>
    <w:rsid w:val="00892518"/>
    <w:rsid w:val="00895BDF"/>
    <w:rsid w:val="00897E76"/>
    <w:rsid w:val="008A1FA7"/>
    <w:rsid w:val="008A29C0"/>
    <w:rsid w:val="008A5C9C"/>
    <w:rsid w:val="008B0E80"/>
    <w:rsid w:val="008B0FDC"/>
    <w:rsid w:val="008B2E58"/>
    <w:rsid w:val="008B34E9"/>
    <w:rsid w:val="008B3BC6"/>
    <w:rsid w:val="008B7845"/>
    <w:rsid w:val="008C1E05"/>
    <w:rsid w:val="008C6DD3"/>
    <w:rsid w:val="008D74C4"/>
    <w:rsid w:val="008E4BDF"/>
    <w:rsid w:val="008F089E"/>
    <w:rsid w:val="008F1454"/>
    <w:rsid w:val="008F3EC5"/>
    <w:rsid w:val="00903D85"/>
    <w:rsid w:val="009156E9"/>
    <w:rsid w:val="009340F4"/>
    <w:rsid w:val="00934113"/>
    <w:rsid w:val="00935091"/>
    <w:rsid w:val="00943EAF"/>
    <w:rsid w:val="009446E8"/>
    <w:rsid w:val="00951E2B"/>
    <w:rsid w:val="0095764E"/>
    <w:rsid w:val="00960DF3"/>
    <w:rsid w:val="009610F0"/>
    <w:rsid w:val="00961273"/>
    <w:rsid w:val="00986797"/>
    <w:rsid w:val="00987E3A"/>
    <w:rsid w:val="009935FE"/>
    <w:rsid w:val="009A1BB4"/>
    <w:rsid w:val="009A489B"/>
    <w:rsid w:val="009C3481"/>
    <w:rsid w:val="009D6EED"/>
    <w:rsid w:val="009F3816"/>
    <w:rsid w:val="009F535B"/>
    <w:rsid w:val="009F7FEE"/>
    <w:rsid w:val="00A16AF1"/>
    <w:rsid w:val="00A2750B"/>
    <w:rsid w:val="00A50041"/>
    <w:rsid w:val="00A5545A"/>
    <w:rsid w:val="00A55605"/>
    <w:rsid w:val="00A606CF"/>
    <w:rsid w:val="00A623AB"/>
    <w:rsid w:val="00A63701"/>
    <w:rsid w:val="00A7593A"/>
    <w:rsid w:val="00A90A35"/>
    <w:rsid w:val="00A96C10"/>
    <w:rsid w:val="00A96C22"/>
    <w:rsid w:val="00AA1A6E"/>
    <w:rsid w:val="00AA52DA"/>
    <w:rsid w:val="00AA6230"/>
    <w:rsid w:val="00AA722E"/>
    <w:rsid w:val="00AD3613"/>
    <w:rsid w:val="00AE58FA"/>
    <w:rsid w:val="00AE7573"/>
    <w:rsid w:val="00AF29AF"/>
    <w:rsid w:val="00B04CEE"/>
    <w:rsid w:val="00B23BEE"/>
    <w:rsid w:val="00B40A7C"/>
    <w:rsid w:val="00B628BB"/>
    <w:rsid w:val="00B64CEE"/>
    <w:rsid w:val="00BB73E0"/>
    <w:rsid w:val="00BD1D95"/>
    <w:rsid w:val="00BD7D0B"/>
    <w:rsid w:val="00BE2650"/>
    <w:rsid w:val="00C10B29"/>
    <w:rsid w:val="00C25815"/>
    <w:rsid w:val="00C25914"/>
    <w:rsid w:val="00C26C44"/>
    <w:rsid w:val="00C30CDB"/>
    <w:rsid w:val="00C332CD"/>
    <w:rsid w:val="00C33505"/>
    <w:rsid w:val="00C35351"/>
    <w:rsid w:val="00C43867"/>
    <w:rsid w:val="00C4622C"/>
    <w:rsid w:val="00C558F2"/>
    <w:rsid w:val="00C570BA"/>
    <w:rsid w:val="00C6322C"/>
    <w:rsid w:val="00C65857"/>
    <w:rsid w:val="00C73963"/>
    <w:rsid w:val="00C757AC"/>
    <w:rsid w:val="00C76230"/>
    <w:rsid w:val="00C77C00"/>
    <w:rsid w:val="00C8549D"/>
    <w:rsid w:val="00C86987"/>
    <w:rsid w:val="00C906DB"/>
    <w:rsid w:val="00CA0B07"/>
    <w:rsid w:val="00CB7EF7"/>
    <w:rsid w:val="00CC5BA1"/>
    <w:rsid w:val="00CD0591"/>
    <w:rsid w:val="00CD249A"/>
    <w:rsid w:val="00CE6282"/>
    <w:rsid w:val="00CF1AB5"/>
    <w:rsid w:val="00D05036"/>
    <w:rsid w:val="00D20D62"/>
    <w:rsid w:val="00D24D44"/>
    <w:rsid w:val="00D273CB"/>
    <w:rsid w:val="00D27642"/>
    <w:rsid w:val="00D3045F"/>
    <w:rsid w:val="00D30F0B"/>
    <w:rsid w:val="00D45B43"/>
    <w:rsid w:val="00D46B86"/>
    <w:rsid w:val="00D5258F"/>
    <w:rsid w:val="00D72E5E"/>
    <w:rsid w:val="00D852AB"/>
    <w:rsid w:val="00D912C6"/>
    <w:rsid w:val="00D93B33"/>
    <w:rsid w:val="00D9603A"/>
    <w:rsid w:val="00D9656A"/>
    <w:rsid w:val="00DB04FC"/>
    <w:rsid w:val="00DB62B3"/>
    <w:rsid w:val="00DC020D"/>
    <w:rsid w:val="00DE1F67"/>
    <w:rsid w:val="00E12DA7"/>
    <w:rsid w:val="00E3363A"/>
    <w:rsid w:val="00E400A2"/>
    <w:rsid w:val="00E52E72"/>
    <w:rsid w:val="00E5704E"/>
    <w:rsid w:val="00E61E02"/>
    <w:rsid w:val="00E81DF5"/>
    <w:rsid w:val="00E84D9D"/>
    <w:rsid w:val="00E97642"/>
    <w:rsid w:val="00EA3477"/>
    <w:rsid w:val="00F13503"/>
    <w:rsid w:val="00F265C1"/>
    <w:rsid w:val="00F31A3E"/>
    <w:rsid w:val="00F44910"/>
    <w:rsid w:val="00F53ABF"/>
    <w:rsid w:val="00F610CD"/>
    <w:rsid w:val="00F73D06"/>
    <w:rsid w:val="00FB298E"/>
    <w:rsid w:val="00FD4636"/>
    <w:rsid w:val="00FE28A0"/>
    <w:rsid w:val="00FE66AF"/>
    <w:rsid w:val="00FF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91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6915"/>
    <w:pPr>
      <w:keepNext/>
      <w:spacing w:line="480" w:lineRule="auto"/>
      <w:ind w:firstLine="720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6915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6915"/>
    <w:pPr>
      <w:keepNext/>
      <w:spacing w:line="360" w:lineRule="auto"/>
      <w:ind w:firstLine="720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6915"/>
    <w:pPr>
      <w:keepNext/>
      <w:outlineLvl w:val="3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127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6127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6127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61273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7B69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127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7B69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127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E31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273"/>
    <w:rPr>
      <w:rFonts w:cs="Times New Roman"/>
      <w:sz w:val="2"/>
    </w:rPr>
  </w:style>
  <w:style w:type="table" w:styleId="TableGrid">
    <w:name w:val="Table Grid"/>
    <w:basedOn w:val="TableNormal"/>
    <w:uiPriority w:val="99"/>
    <w:rsid w:val="00F610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721</Words>
  <Characters>4116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Steve Headrick</dc:creator>
  <cp:keywords/>
  <dc:description/>
  <cp:lastModifiedBy>emmanuel.apelo</cp:lastModifiedBy>
  <cp:revision>3</cp:revision>
  <cp:lastPrinted>2011-10-14T09:45:00Z</cp:lastPrinted>
  <dcterms:created xsi:type="dcterms:W3CDTF">2012-10-23T23:35:00Z</dcterms:created>
  <dcterms:modified xsi:type="dcterms:W3CDTF">2012-10-23T23:35:00Z</dcterms:modified>
</cp:coreProperties>
</file>